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9131C" w14:textId="5AE0CC45" w:rsidR="00525119" w:rsidRDefault="002C6910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47C4217A" wp14:editId="625E4324">
            <wp:simplePos x="0" y="0"/>
            <wp:positionH relativeFrom="column">
              <wp:posOffset>6054090</wp:posOffset>
            </wp:positionH>
            <wp:positionV relativeFrom="paragraph">
              <wp:posOffset>4309812</wp:posOffset>
            </wp:positionV>
            <wp:extent cx="572188" cy="40176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48CEB128" wp14:editId="3C6F2093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0E418777" wp14:editId="02F68E77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374EB2">
        <w:rPr>
          <w:rFonts w:ascii="Segoe Print" w:hAnsi="Segoe Print"/>
          <w:b/>
          <w:sz w:val="24"/>
        </w:rPr>
        <w:t>30</w:t>
      </w:r>
      <w:r w:rsidR="00D51195" w:rsidRPr="0090117B">
        <w:rPr>
          <w:rFonts w:ascii="Segoe Print" w:hAnsi="Segoe Print"/>
          <w:b/>
          <w:sz w:val="24"/>
        </w:rPr>
        <w:t>.</w:t>
      </w:r>
      <w:r w:rsidR="000F61EC">
        <w:rPr>
          <w:rFonts w:ascii="Segoe Print" w:hAnsi="Segoe Print"/>
          <w:b/>
          <w:sz w:val="24"/>
        </w:rPr>
        <w:t>2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374EB2">
        <w:rPr>
          <w:rFonts w:ascii="Segoe Print" w:hAnsi="Segoe Print"/>
          <w:b/>
          <w:sz w:val="24"/>
        </w:rPr>
        <w:t>Formula and Facts Revision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63BEE419" w14:textId="10256844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E20822" w:rsidRPr="000A63AF" w14:paraId="7C7E9FD7" w14:textId="77777777" w:rsidTr="00174F9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2D418580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2D20ED44" w14:textId="7A7E0AB2" w:rsidR="007C5701" w:rsidRDefault="00072ACD" w:rsidP="009D3B22">
            <w:pPr>
              <w:tabs>
                <w:tab w:val="left" w:pos="1440"/>
              </w:tabs>
              <w:spacing w:before="120" w:after="0"/>
              <w:rPr>
                <w:rFonts w:ascii="Avenir Book" w:eastAsiaTheme="minorEastAsia" w:hAnsi="Avenir Book"/>
              </w:rPr>
            </w:pPr>
            <w:r w:rsidRPr="00130AE0">
              <w:rPr>
                <w:rFonts w:ascii="Avenir Book" w:hAnsi="Avenir Book"/>
                <w:noProof/>
              </w:rPr>
              <w:drawing>
                <wp:anchor distT="0" distB="0" distL="114300" distR="114300" simplePos="0" relativeHeight="251680768" behindDoc="0" locked="0" layoutInCell="1" allowOverlap="1" wp14:anchorId="01655A2B" wp14:editId="1A6449D3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1905</wp:posOffset>
                  </wp:positionV>
                  <wp:extent cx="801370" cy="1104900"/>
                  <wp:effectExtent l="0" t="0" r="0" b="0"/>
                  <wp:wrapSquare wrapText="bothSides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37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C5701">
              <w:rPr>
                <w:rFonts w:ascii="Avenir Book" w:eastAsiaTheme="minorEastAsia" w:hAnsi="Avenir Book"/>
              </w:rPr>
              <w:t xml:space="preserve"> </w:t>
            </w:r>
            <w:r w:rsidR="00174F94">
              <w:rPr>
                <w:rFonts w:ascii="Avenir Book" w:eastAsiaTheme="minorEastAsia" w:hAnsi="Avenir Book"/>
              </w:rPr>
              <w:t xml:space="preserve">Calculate area of the </w:t>
            </w:r>
            <w:r>
              <w:rPr>
                <w:rFonts w:ascii="Avenir Book" w:eastAsiaTheme="minorEastAsia" w:hAnsi="Avenir Book"/>
              </w:rPr>
              <w:t>triangle</w:t>
            </w:r>
            <w:r w:rsidR="00174F94">
              <w:rPr>
                <w:rFonts w:ascii="Avenir Book" w:eastAsiaTheme="minorEastAsia" w:hAnsi="Avenir Book"/>
              </w:rPr>
              <w:t>:</w:t>
            </w:r>
          </w:p>
          <w:p w14:paraId="65D77EB7" w14:textId="1BD2A12D" w:rsidR="00174F94" w:rsidRPr="00FB0E81" w:rsidRDefault="00174F94" w:rsidP="00374EB2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1725206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58FEF2B0" w14:textId="77777777" w:rsidR="00641107" w:rsidRDefault="00486300" w:rsidP="00C70BC3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The exchange rate is £</w:t>
            </w:r>
            <w:proofErr w:type="gramStart"/>
            <w:r>
              <w:rPr>
                <w:rFonts w:ascii="Avenir Book" w:eastAsiaTheme="minorEastAsia" w:hAnsi="Avenir Book"/>
              </w:rPr>
              <w:t>1 :</w:t>
            </w:r>
            <w:proofErr w:type="gramEnd"/>
            <w:r>
              <w:rPr>
                <w:rFonts w:ascii="Avenir Book" w:eastAsiaTheme="minorEastAsia" w:hAnsi="Avenir Book"/>
              </w:rPr>
              <w:t xml:space="preserve"> $2.7</w:t>
            </w:r>
          </w:p>
          <w:p w14:paraId="4129D289" w14:textId="251BD4CF" w:rsidR="00486300" w:rsidRPr="000A63AF" w:rsidRDefault="00486300" w:rsidP="00C70BC3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Change £30 to dollars.</w:t>
            </w:r>
          </w:p>
        </w:tc>
      </w:tr>
      <w:tr w:rsidR="00E20822" w:rsidRPr="00C240D5" w14:paraId="236AE8FD" w14:textId="77777777" w:rsidTr="00DF2BD9">
        <w:trPr>
          <w:trHeight w:val="2309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0C705A6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1D12B3C6" w14:textId="3B9477C4" w:rsidR="00E20822" w:rsidRDefault="002F58DA" w:rsidP="00374EB2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Find the area of the circle which has a radius of </w:t>
            </w:r>
            <w:r w:rsidR="009D3B22">
              <w:rPr>
                <w:rFonts w:ascii="Avenir Book" w:hAnsi="Avenir Book"/>
              </w:rPr>
              <w:t>6.2</w:t>
            </w:r>
            <w:r>
              <w:rPr>
                <w:rFonts w:ascii="Avenir Book" w:hAnsi="Avenir Book"/>
              </w:rPr>
              <w:t>cm:</w:t>
            </w:r>
          </w:p>
          <w:p w14:paraId="79EC8203" w14:textId="5B643AEF" w:rsidR="002F58DA" w:rsidRPr="00C240D5" w:rsidRDefault="009D3B22" w:rsidP="00374EB2">
            <w:pPr>
              <w:spacing w:before="120" w:after="0"/>
              <w:rPr>
                <w:rFonts w:ascii="Avenir Book" w:hAnsi="Avenir Book"/>
              </w:rPr>
            </w:pPr>
            <w:r w:rsidRPr="009D3B22">
              <w:rPr>
                <w:rFonts w:ascii="Avenir Book" w:hAnsi="Avenir Book"/>
                <w:noProof/>
              </w:rPr>
              <w:drawing>
                <wp:inline distT="0" distB="0" distL="0" distR="0" wp14:anchorId="2F35D77D" wp14:editId="3C5C1001">
                  <wp:extent cx="1042035" cy="8763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b="11536"/>
                          <a:stretch/>
                        </pic:blipFill>
                        <pic:spPr bwMode="auto">
                          <a:xfrm>
                            <a:off x="0" y="0"/>
                            <a:ext cx="1045469" cy="8791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0144AC66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1F5BE4F2" w14:textId="3EEB07FF" w:rsidR="00BB7916" w:rsidRPr="00CE4729" w:rsidRDefault="000F61EC" w:rsidP="0064471D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An object has volum</w:t>
            </w:r>
            <w:r w:rsidR="00CE4729">
              <w:rPr>
                <w:rFonts w:ascii="Avenir Book" w:hAnsi="Avenir Book"/>
              </w:rPr>
              <w:t>e 600cm</w:t>
            </w:r>
            <w:r w:rsidR="00CE4729">
              <w:rPr>
                <w:rFonts w:ascii="Avenir Book" w:hAnsi="Avenir Book"/>
                <w:vertAlign w:val="superscript"/>
              </w:rPr>
              <w:t>3</w:t>
            </w:r>
            <w:r w:rsidR="00CE4729">
              <w:rPr>
                <w:rFonts w:ascii="Avenir Book" w:hAnsi="Avenir Book"/>
              </w:rPr>
              <w:t xml:space="preserve"> and mass of 20cm</w:t>
            </w:r>
            <w:r w:rsidR="00CE4729">
              <w:rPr>
                <w:rFonts w:ascii="Avenir Book" w:hAnsi="Avenir Book"/>
                <w:vertAlign w:val="superscript"/>
              </w:rPr>
              <w:t>3</w:t>
            </w:r>
            <w:r w:rsidR="00CE4729">
              <w:rPr>
                <w:rFonts w:ascii="Avenir Book" w:hAnsi="Avenir Book"/>
              </w:rPr>
              <w:t>.  What is its density?</w:t>
            </w:r>
          </w:p>
        </w:tc>
      </w:tr>
      <w:tr w:rsidR="00E20822" w:rsidRPr="00C240D5" w14:paraId="6C58ECA0" w14:textId="77777777" w:rsidTr="00130AE0">
        <w:trPr>
          <w:trHeight w:val="1839"/>
        </w:trPr>
        <w:tc>
          <w:tcPr>
            <w:tcW w:w="421" w:type="dxa"/>
            <w:tcBorders>
              <w:right w:val="nil"/>
            </w:tcBorders>
          </w:tcPr>
          <w:p w14:paraId="5778F9EA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57187533" w14:textId="439233FA" w:rsidR="00174F94" w:rsidRDefault="002C6910" w:rsidP="00174F94">
            <w:pPr>
              <w:spacing w:before="120" w:after="0"/>
              <w:rPr>
                <w:rFonts w:ascii="Avenir Book" w:hAnsi="Avenir Book"/>
              </w:rPr>
            </w:pPr>
            <w:r w:rsidRPr="00130AE0">
              <w:rPr>
                <w:rFonts w:ascii="Avenir Book" w:hAnsi="Avenir Book"/>
                <w:noProof/>
              </w:rPr>
              <w:drawing>
                <wp:anchor distT="0" distB="0" distL="114300" distR="114300" simplePos="0" relativeHeight="251689984" behindDoc="0" locked="0" layoutInCell="1" allowOverlap="1" wp14:anchorId="12C7969E" wp14:editId="473F1E12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73646</wp:posOffset>
                  </wp:positionV>
                  <wp:extent cx="949325" cy="1308100"/>
                  <wp:effectExtent l="0" t="0" r="3175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325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0AE0">
              <w:rPr>
                <w:rFonts w:ascii="Avenir Book" w:hAnsi="Avenir Book"/>
              </w:rPr>
              <w:t>Calculate the missing length:</w:t>
            </w:r>
          </w:p>
          <w:p w14:paraId="3B05E618" w14:textId="5F219733" w:rsidR="00374EB2" w:rsidRPr="00C240D5" w:rsidRDefault="00374EB2" w:rsidP="007E2C1A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533927E1" w14:textId="77777777" w:rsidR="00C70BC3" w:rsidRDefault="00C70BC3" w:rsidP="00C70BC3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94080" behindDoc="0" locked="0" layoutInCell="1" allowOverlap="1" wp14:anchorId="31DD475F" wp14:editId="1107D48B">
            <wp:simplePos x="0" y="0"/>
            <wp:positionH relativeFrom="column">
              <wp:posOffset>6054090</wp:posOffset>
            </wp:positionH>
            <wp:positionV relativeFrom="paragraph">
              <wp:posOffset>4309812</wp:posOffset>
            </wp:positionV>
            <wp:extent cx="572188" cy="401760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3056" behindDoc="0" locked="0" layoutInCell="1" allowOverlap="1" wp14:anchorId="7471817B" wp14:editId="4181333C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3" name="Picture 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2032" behindDoc="0" locked="0" layoutInCell="1" allowOverlap="1" wp14:anchorId="14975FD6" wp14:editId="0E4462D2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4" name="Picture 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30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  <w:t>Formula and Facts Revision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52BBBD40" w14:textId="77777777" w:rsidR="00C70BC3" w:rsidRDefault="00C70BC3" w:rsidP="00C70BC3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C70BC3" w:rsidRPr="000A63AF" w14:paraId="33F151AF" w14:textId="77777777" w:rsidTr="00EA5960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07582A47" w14:textId="77777777" w:rsidR="00C70BC3" w:rsidRPr="00C240D5" w:rsidRDefault="00C70BC3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5C5A9A17" w14:textId="77777777" w:rsidR="00C70BC3" w:rsidRDefault="00C70BC3" w:rsidP="00EA5960">
            <w:pPr>
              <w:tabs>
                <w:tab w:val="left" w:pos="1440"/>
              </w:tabs>
              <w:spacing w:before="120" w:after="0"/>
              <w:rPr>
                <w:rFonts w:ascii="Avenir Book" w:eastAsiaTheme="minorEastAsia" w:hAnsi="Avenir Book"/>
              </w:rPr>
            </w:pPr>
            <w:r w:rsidRPr="00130AE0">
              <w:rPr>
                <w:rFonts w:ascii="Avenir Book" w:hAnsi="Avenir Book"/>
                <w:noProof/>
              </w:rPr>
              <w:drawing>
                <wp:anchor distT="0" distB="0" distL="114300" distR="114300" simplePos="0" relativeHeight="251695104" behindDoc="0" locked="0" layoutInCell="1" allowOverlap="1" wp14:anchorId="708FD01A" wp14:editId="582F7007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1905</wp:posOffset>
                  </wp:positionV>
                  <wp:extent cx="801370" cy="1104900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37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venir Book" w:eastAsiaTheme="minorEastAsia" w:hAnsi="Avenir Book"/>
              </w:rPr>
              <w:t xml:space="preserve"> Calculate area of the triangle:</w:t>
            </w:r>
          </w:p>
          <w:p w14:paraId="1AD65C51" w14:textId="77777777" w:rsidR="00C70BC3" w:rsidRPr="00FB0E81" w:rsidRDefault="00C70BC3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2CA061D9" w14:textId="77777777" w:rsidR="00C70BC3" w:rsidRPr="00C240D5" w:rsidRDefault="00C70BC3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1E3745FA" w14:textId="34C9AF63" w:rsidR="00486300" w:rsidRDefault="00C70BC3" w:rsidP="0048630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 xml:space="preserve"> </w:t>
            </w:r>
            <w:bookmarkStart w:id="0" w:name="_GoBack"/>
            <w:bookmarkEnd w:id="0"/>
            <w:r w:rsidR="00486300">
              <w:rPr>
                <w:rFonts w:ascii="Avenir Book" w:eastAsiaTheme="minorEastAsia" w:hAnsi="Avenir Book"/>
              </w:rPr>
              <w:t>The exchange rate is £1 : $2.7</w:t>
            </w:r>
          </w:p>
          <w:p w14:paraId="341565DB" w14:textId="49844782" w:rsidR="00C70BC3" w:rsidRPr="000A63AF" w:rsidRDefault="00486300" w:rsidP="0048630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Change £30 to dollars.</w:t>
            </w:r>
          </w:p>
        </w:tc>
      </w:tr>
      <w:tr w:rsidR="00C70BC3" w:rsidRPr="00C240D5" w14:paraId="61DEAF1F" w14:textId="77777777" w:rsidTr="00EA5960">
        <w:trPr>
          <w:trHeight w:val="2309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BD77938" w14:textId="77777777" w:rsidR="00C70BC3" w:rsidRPr="00C240D5" w:rsidRDefault="00C70BC3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24524099" w14:textId="77777777" w:rsidR="00C70BC3" w:rsidRDefault="00C70BC3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Find the area of the circle which has a radius of 6.2cm:</w:t>
            </w:r>
          </w:p>
          <w:p w14:paraId="0284EC9A" w14:textId="77777777" w:rsidR="00C70BC3" w:rsidRPr="00C240D5" w:rsidRDefault="00C70BC3" w:rsidP="00EA5960">
            <w:pPr>
              <w:spacing w:before="120" w:after="0"/>
              <w:rPr>
                <w:rFonts w:ascii="Avenir Book" w:hAnsi="Avenir Book"/>
              </w:rPr>
            </w:pPr>
            <w:r w:rsidRPr="009D3B22">
              <w:rPr>
                <w:rFonts w:ascii="Avenir Book" w:hAnsi="Avenir Book"/>
                <w:noProof/>
              </w:rPr>
              <w:drawing>
                <wp:inline distT="0" distB="0" distL="0" distR="0" wp14:anchorId="2EE99CAD" wp14:editId="532C7469">
                  <wp:extent cx="1042035" cy="8763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b="11536"/>
                          <a:stretch/>
                        </pic:blipFill>
                        <pic:spPr bwMode="auto">
                          <a:xfrm>
                            <a:off x="0" y="0"/>
                            <a:ext cx="1045469" cy="8791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0757A35" w14:textId="77777777" w:rsidR="00C70BC3" w:rsidRPr="00C240D5" w:rsidRDefault="00C70BC3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75DE07D0" w14:textId="77777777" w:rsidR="00C70BC3" w:rsidRPr="00CE4729" w:rsidRDefault="00C70BC3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An object has volume 600cm</w:t>
            </w:r>
            <w:r>
              <w:rPr>
                <w:rFonts w:ascii="Avenir Book" w:hAnsi="Avenir Book"/>
                <w:vertAlign w:val="superscript"/>
              </w:rPr>
              <w:t>3</w:t>
            </w:r>
            <w:r>
              <w:rPr>
                <w:rFonts w:ascii="Avenir Book" w:hAnsi="Avenir Book"/>
              </w:rPr>
              <w:t xml:space="preserve"> and mass of 20cm</w:t>
            </w:r>
            <w:r>
              <w:rPr>
                <w:rFonts w:ascii="Avenir Book" w:hAnsi="Avenir Book"/>
                <w:vertAlign w:val="superscript"/>
              </w:rPr>
              <w:t>3</w:t>
            </w:r>
            <w:r>
              <w:rPr>
                <w:rFonts w:ascii="Avenir Book" w:hAnsi="Avenir Book"/>
              </w:rPr>
              <w:t>.  What is its density?</w:t>
            </w:r>
          </w:p>
        </w:tc>
      </w:tr>
      <w:tr w:rsidR="00C70BC3" w:rsidRPr="00C240D5" w14:paraId="1C66E148" w14:textId="77777777" w:rsidTr="00EA5960">
        <w:trPr>
          <w:trHeight w:val="1839"/>
        </w:trPr>
        <w:tc>
          <w:tcPr>
            <w:tcW w:w="421" w:type="dxa"/>
            <w:tcBorders>
              <w:right w:val="nil"/>
            </w:tcBorders>
          </w:tcPr>
          <w:p w14:paraId="36F11C24" w14:textId="77777777" w:rsidR="00C70BC3" w:rsidRPr="00C240D5" w:rsidRDefault="00C70BC3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5AD16FC9" w14:textId="77777777" w:rsidR="00C70BC3" w:rsidRDefault="00C70BC3" w:rsidP="00EA5960">
            <w:pPr>
              <w:spacing w:before="120" w:after="0"/>
              <w:rPr>
                <w:rFonts w:ascii="Avenir Book" w:hAnsi="Avenir Book"/>
              </w:rPr>
            </w:pPr>
            <w:r w:rsidRPr="00130AE0">
              <w:rPr>
                <w:rFonts w:ascii="Avenir Book" w:hAnsi="Avenir Book"/>
                <w:noProof/>
              </w:rPr>
              <w:drawing>
                <wp:anchor distT="0" distB="0" distL="114300" distR="114300" simplePos="0" relativeHeight="251696128" behindDoc="0" locked="0" layoutInCell="1" allowOverlap="1" wp14:anchorId="6B7AB8A2" wp14:editId="5E0A0C8C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73646</wp:posOffset>
                  </wp:positionV>
                  <wp:extent cx="949325" cy="1308100"/>
                  <wp:effectExtent l="0" t="0" r="3175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325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venir Book" w:hAnsi="Avenir Book"/>
              </w:rPr>
              <w:t>Calculate the missing length:</w:t>
            </w:r>
          </w:p>
          <w:p w14:paraId="2FBA62A3" w14:textId="77777777" w:rsidR="00C70BC3" w:rsidRPr="00C240D5" w:rsidRDefault="00C70BC3" w:rsidP="00EA5960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7AC000C3" w14:textId="7B9796A6" w:rsidR="00130AE0" w:rsidRDefault="00130AE0" w:rsidP="00C70BC3">
      <w:pPr>
        <w:spacing w:after="120"/>
        <w:rPr>
          <w:rFonts w:ascii="Kristen ITC" w:hAnsi="Kristen ITC"/>
          <w:b/>
        </w:rPr>
      </w:pPr>
    </w:p>
    <w:sectPr w:rsidR="00130AE0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EB2"/>
    <w:rsid w:val="00072ACD"/>
    <w:rsid w:val="000A43CA"/>
    <w:rsid w:val="000A63AF"/>
    <w:rsid w:val="000D79EE"/>
    <w:rsid w:val="000F61EC"/>
    <w:rsid w:val="00130AE0"/>
    <w:rsid w:val="00174F94"/>
    <w:rsid w:val="001826A9"/>
    <w:rsid w:val="00213C21"/>
    <w:rsid w:val="002C6910"/>
    <w:rsid w:val="002D5D86"/>
    <w:rsid w:val="002F58DA"/>
    <w:rsid w:val="00321B0B"/>
    <w:rsid w:val="00333535"/>
    <w:rsid w:val="00374EB2"/>
    <w:rsid w:val="003751DF"/>
    <w:rsid w:val="003F51D8"/>
    <w:rsid w:val="00486300"/>
    <w:rsid w:val="00505FC9"/>
    <w:rsid w:val="00525119"/>
    <w:rsid w:val="00621D4B"/>
    <w:rsid w:val="00641107"/>
    <w:rsid w:val="0064471D"/>
    <w:rsid w:val="00705472"/>
    <w:rsid w:val="007B4226"/>
    <w:rsid w:val="007C5701"/>
    <w:rsid w:val="007E2C1A"/>
    <w:rsid w:val="00836033"/>
    <w:rsid w:val="0090117B"/>
    <w:rsid w:val="0099142F"/>
    <w:rsid w:val="009D3B22"/>
    <w:rsid w:val="00AD3C1A"/>
    <w:rsid w:val="00BB7916"/>
    <w:rsid w:val="00BE7AC9"/>
    <w:rsid w:val="00C240D5"/>
    <w:rsid w:val="00C41860"/>
    <w:rsid w:val="00C70BC3"/>
    <w:rsid w:val="00CE4729"/>
    <w:rsid w:val="00D51195"/>
    <w:rsid w:val="00DB511B"/>
    <w:rsid w:val="00DF2BD9"/>
    <w:rsid w:val="00E20822"/>
    <w:rsid w:val="00E4264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C4DDC"/>
  <w15:docId w15:val="{FACC3C83-A57B-EE48-AAB5-AD24F205C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3</cp:revision>
  <cp:lastPrinted>2019-06-05T16:41:00Z</cp:lastPrinted>
  <dcterms:created xsi:type="dcterms:W3CDTF">2019-06-05T17:06:00Z</dcterms:created>
  <dcterms:modified xsi:type="dcterms:W3CDTF">2019-06-05T20:01:00Z</dcterms:modified>
</cp:coreProperties>
</file>